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D011D" w14:textId="26383E62" w:rsidR="004D0EC6" w:rsidRPr="00DA4325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</w:rPr>
        <w:t xml:space="preserve">RESULTADOS DA ORDEM DO DIA DA </w:t>
      </w:r>
      <w:r w:rsidR="00F43202" w:rsidRPr="00DA4325">
        <w:rPr>
          <w:rFonts w:cs="Arial"/>
          <w:b/>
        </w:rPr>
        <w:t>3</w:t>
      </w:r>
      <w:r w:rsidR="00585F7B">
        <w:rPr>
          <w:rFonts w:cs="Arial"/>
          <w:b/>
        </w:rPr>
        <w:t>7</w:t>
      </w:r>
      <w:r w:rsidR="004D0EC6" w:rsidRPr="00DA4325">
        <w:rPr>
          <w:rFonts w:cs="Arial"/>
          <w:b/>
        </w:rPr>
        <w:t>ª SESSÃO ORDINÁRIA</w:t>
      </w:r>
      <w:r w:rsidR="004D0EC6" w:rsidRPr="00DA4325">
        <w:rPr>
          <w:rFonts w:cs="Arial"/>
          <w:b/>
          <w:bCs/>
        </w:rPr>
        <w:t xml:space="preserve"> DO ANO DE 202</w:t>
      </w:r>
      <w:r w:rsidR="008F6682" w:rsidRPr="00DA4325">
        <w:rPr>
          <w:rFonts w:cs="Arial"/>
          <w:b/>
          <w:bCs/>
        </w:rPr>
        <w:t>5</w:t>
      </w:r>
    </w:p>
    <w:p w14:paraId="0ACBB634" w14:textId="5315C2B9" w:rsidR="00DF622C" w:rsidRPr="00DA4325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  <w:bCs/>
        </w:rPr>
        <w:t xml:space="preserve">REALIZADA EM </w:t>
      </w:r>
      <w:r w:rsidR="00585F7B">
        <w:rPr>
          <w:rFonts w:cs="Arial"/>
          <w:b/>
          <w:bCs/>
        </w:rPr>
        <w:t>19</w:t>
      </w:r>
      <w:r w:rsidR="004C301C" w:rsidRPr="00DA4325">
        <w:rPr>
          <w:rFonts w:cs="Arial"/>
          <w:b/>
        </w:rPr>
        <w:t>/</w:t>
      </w:r>
      <w:r w:rsidR="00167FCF" w:rsidRPr="00DA4325">
        <w:rPr>
          <w:rFonts w:cs="Arial"/>
          <w:b/>
        </w:rPr>
        <w:t>1</w:t>
      </w:r>
      <w:r w:rsidR="005119D8">
        <w:rPr>
          <w:rFonts w:cs="Arial"/>
          <w:b/>
        </w:rPr>
        <w:t>1</w:t>
      </w:r>
      <w:r w:rsidR="00035B24" w:rsidRPr="00DA4325">
        <w:rPr>
          <w:rFonts w:cs="Arial"/>
          <w:b/>
        </w:rPr>
        <w:t>/</w:t>
      </w:r>
      <w:r w:rsidR="004D0EC6" w:rsidRPr="00DA4325">
        <w:rPr>
          <w:rFonts w:cs="Arial"/>
          <w:b/>
        </w:rPr>
        <w:t>202</w:t>
      </w:r>
      <w:r w:rsidR="008F6682" w:rsidRPr="00DA4325">
        <w:rPr>
          <w:rFonts w:cs="Arial"/>
          <w:b/>
        </w:rPr>
        <w:t>5</w:t>
      </w:r>
      <w:r w:rsidR="004D0EC6" w:rsidRPr="00DA4325">
        <w:rPr>
          <w:rFonts w:cs="Arial"/>
          <w:b/>
          <w:bCs/>
        </w:rPr>
        <w:t xml:space="preserve"> (</w:t>
      </w:r>
      <w:r w:rsidR="00A2002F" w:rsidRPr="00DA4325">
        <w:rPr>
          <w:rFonts w:cs="Arial"/>
          <w:b/>
          <w:bCs/>
        </w:rPr>
        <w:t>qu</w:t>
      </w:r>
      <w:r w:rsidR="005119D8">
        <w:rPr>
          <w:rFonts w:cs="Arial"/>
          <w:b/>
          <w:bCs/>
        </w:rPr>
        <w:t>ar</w:t>
      </w:r>
      <w:r w:rsidR="00E24FC9" w:rsidRPr="00DA4325">
        <w:rPr>
          <w:rFonts w:cs="Arial"/>
          <w:b/>
          <w:bCs/>
        </w:rPr>
        <w:t>t</w:t>
      </w:r>
      <w:r w:rsidR="000E22AD" w:rsidRPr="00DA4325">
        <w:rPr>
          <w:rFonts w:cs="Arial"/>
          <w:b/>
          <w:bCs/>
        </w:rPr>
        <w:t>a</w:t>
      </w:r>
      <w:r w:rsidR="00B1094E" w:rsidRPr="00DA4325">
        <w:rPr>
          <w:rFonts w:cs="Arial"/>
          <w:b/>
          <w:bCs/>
        </w:rPr>
        <w:t>-feira</w:t>
      </w:r>
      <w:r w:rsidR="004D0EC6" w:rsidRPr="00DA4325">
        <w:rPr>
          <w:rFonts w:cs="Arial"/>
          <w:b/>
          <w:bCs/>
        </w:rPr>
        <w:t>)</w:t>
      </w:r>
    </w:p>
    <w:p w14:paraId="712B5CB6" w14:textId="77777777" w:rsidR="00981605" w:rsidRPr="00DA432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Pr="00DA4325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46EA6F31" w14:textId="77777777" w:rsidR="00585F7B" w:rsidRPr="00E51A43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>
        <w:rPr>
          <w:rFonts w:cs="Arial"/>
          <w:b/>
          <w:color w:val="000000"/>
          <w:u w:val="single"/>
        </w:rPr>
        <w:t>116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14:paraId="50F04490" w14:textId="0255DC34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025CF9" w:rsidRPr="00025CF9">
        <w:rPr>
          <w:rFonts w:cs="Arial"/>
          <w:color w:val="000000"/>
        </w:rPr>
        <w:t xml:space="preserve">Vereador </w:t>
      </w:r>
      <w:r w:rsidR="00585F7B">
        <w:rPr>
          <w:rFonts w:cs="Arial"/>
          <w:color w:val="000000"/>
        </w:rPr>
        <w:t>Hernani Barreto.</w:t>
      </w:r>
    </w:p>
    <w:p w14:paraId="2C8322D4" w14:textId="0D7718A9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585F7B" w:rsidRPr="009B0F39">
        <w:rPr>
          <w:rFonts w:cs="Arial"/>
          <w:color w:val="000000"/>
        </w:rPr>
        <w:t>Declara de Utilidade Pública Municipal a entidade esportiva "</w:t>
      </w:r>
      <w:proofErr w:type="spellStart"/>
      <w:r w:rsidR="00585F7B" w:rsidRPr="009B0F39">
        <w:rPr>
          <w:rFonts w:cs="Arial"/>
          <w:color w:val="000000"/>
        </w:rPr>
        <w:t>Zabia</w:t>
      </w:r>
      <w:proofErr w:type="spellEnd"/>
      <w:r w:rsidR="00585F7B" w:rsidRPr="009B0F39">
        <w:rPr>
          <w:rFonts w:cs="Arial"/>
          <w:color w:val="000000"/>
        </w:rPr>
        <w:t xml:space="preserve"> Esporte Clube".</w:t>
      </w:r>
    </w:p>
    <w:p w14:paraId="57169927" w14:textId="3A56C441" w:rsidR="0095551D" w:rsidRPr="00DA4325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A52F03" w:rsidRPr="00DA4325">
        <w:rPr>
          <w:rFonts w:cs="Arial"/>
          <w:color w:val="000000"/>
        </w:rPr>
        <w:t xml:space="preserve"> </w:t>
      </w:r>
      <w:r w:rsidR="00DE409D">
        <w:rPr>
          <w:rFonts w:cs="Arial"/>
          <w:color w:val="000000"/>
        </w:rPr>
        <w:t>Projeto Aprovado.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E784288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463EC86" w14:textId="77777777" w:rsidR="00585F7B" w:rsidRPr="00E51A43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>
        <w:rPr>
          <w:rFonts w:cs="Arial"/>
          <w:b/>
          <w:color w:val="000000"/>
          <w:u w:val="single"/>
        </w:rPr>
        <w:t>42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  <w:r>
        <w:rPr>
          <w:rFonts w:cs="Arial"/>
          <w:b/>
          <w:color w:val="000000"/>
          <w:u w:val="single"/>
        </w:rPr>
        <w:t xml:space="preserve"> - com Substitutivo e Emendas</w:t>
      </w:r>
    </w:p>
    <w:p w14:paraId="3B6CE083" w14:textId="37DA22BC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585F7B">
        <w:rPr>
          <w:rFonts w:cs="Arial"/>
          <w:color w:val="000000"/>
        </w:rPr>
        <w:t>Vereadora Maria Amélia.</w:t>
      </w:r>
    </w:p>
    <w:p w14:paraId="5AEDD057" w14:textId="1136A60E" w:rsidR="0090253A" w:rsidRPr="00DA4325" w:rsidRDefault="0090253A" w:rsidP="00167FC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585F7B" w:rsidRPr="009B0F39">
        <w:rPr>
          <w:rFonts w:cs="Arial"/>
          <w:color w:val="000000"/>
        </w:rPr>
        <w:t>Institui o reconhecimento do caráter educacional e formativo da capoeira em suas manifestações culturais e esportivas e permite a celebração de parcerias para o seu ensino nos estabelecimentos de educação básica, públicos.</w:t>
      </w:r>
    </w:p>
    <w:p w14:paraId="56468785" w14:textId="68049413" w:rsidR="00AC1AAB" w:rsidRPr="00DA4325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16238A" w:rsidRPr="00DA4325">
        <w:rPr>
          <w:rFonts w:cs="Arial"/>
          <w:color w:val="000000"/>
        </w:rPr>
        <w:t xml:space="preserve"> </w:t>
      </w:r>
      <w:r w:rsidR="002845D9">
        <w:rPr>
          <w:rFonts w:cs="Arial"/>
          <w:color w:val="000000"/>
        </w:rPr>
        <w:t>Substitutivo Aprovado, com Emendas 1 e 2.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797C8FE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D5FDE41" w14:textId="77777777" w:rsidR="00585F7B" w:rsidRPr="00E51A43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>Discussão única do PLL nº 1</w:t>
      </w:r>
      <w:r>
        <w:rPr>
          <w:rFonts w:cs="Arial"/>
          <w:b/>
          <w:color w:val="000000"/>
          <w:u w:val="single"/>
        </w:rPr>
        <w:t>11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14:paraId="073736CE" w14:textId="36CD4ADF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585F7B">
        <w:rPr>
          <w:rFonts w:cs="Arial"/>
          <w:color w:val="000000"/>
        </w:rPr>
        <w:t>Vereador Paulinho dos Condutores.</w:t>
      </w:r>
    </w:p>
    <w:p w14:paraId="6C3E36AE" w14:textId="72B49C13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585F7B">
        <w:rPr>
          <w:rFonts w:cs="Arial"/>
          <w:color w:val="000000"/>
        </w:rPr>
        <w:t>Institui e inclui no calendário oficial de Jacareí o “Dia Municipal do Corretor de Imóveis”.</w:t>
      </w:r>
    </w:p>
    <w:p w14:paraId="5837DC6A" w14:textId="017750D9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8F0194">
        <w:rPr>
          <w:rFonts w:cs="Arial"/>
          <w:color w:val="000000"/>
        </w:rPr>
        <w:t>Projeto Aprovado</w:t>
      </w:r>
      <w:r w:rsidR="008F0194">
        <w:rPr>
          <w:rFonts w:cs="Arial"/>
          <w:color w:val="000000"/>
        </w:rPr>
        <w:t>.</w:t>
      </w:r>
    </w:p>
    <w:p w14:paraId="3C054BCC" w14:textId="77777777" w:rsidR="00662A98" w:rsidRDefault="00662A98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9C493BE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DC7A304" w14:textId="77777777" w:rsidR="00585F7B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PLL nº 78/2025 - Projeto de Lei do Legislativo - com Emenda</w:t>
      </w:r>
    </w:p>
    <w:p w14:paraId="7A3261E6" w14:textId="6360D21F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585F7B">
        <w:rPr>
          <w:rFonts w:cs="Arial"/>
          <w:color w:val="000000"/>
        </w:rPr>
        <w:t>Vereador Jean Araújo.</w:t>
      </w:r>
    </w:p>
    <w:p w14:paraId="79E29C67" w14:textId="59BD5BC8" w:rsidR="006536C1" w:rsidRDefault="006536C1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585F7B">
        <w:rPr>
          <w:rFonts w:cs="Arial"/>
          <w:color w:val="000000"/>
        </w:rPr>
        <w:t>Estabelece ao paciente o direito à informação quanto à sua posição na fila de espera para a realização de procedimentos no âmbito do sistema de saúde pública, regulados pelas unidades integrantes do Sistema Único de Saúde (SUS) no âmbito do Município, com a finalidade de garantir a transparência, a equidade e o controle social dos fluxos assistenciais.</w:t>
      </w:r>
    </w:p>
    <w:p w14:paraId="05971255" w14:textId="07DDB5A4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DD3682">
        <w:rPr>
          <w:rFonts w:cs="Arial"/>
          <w:color w:val="000000"/>
        </w:rPr>
        <w:t>Projeto Aprovado</w:t>
      </w:r>
      <w:r w:rsidR="00DD3682">
        <w:rPr>
          <w:rFonts w:cs="Arial"/>
          <w:color w:val="000000"/>
        </w:rPr>
        <w:t>, com Emenda nº 1.</w:t>
      </w:r>
    </w:p>
    <w:p w14:paraId="6F2C42DB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FA7048C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0F15C9A" w14:textId="77777777" w:rsidR="00585F7B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PLL nº 118/2025 - Projeto de Lei do Legislativo</w:t>
      </w:r>
    </w:p>
    <w:p w14:paraId="7D8BBF60" w14:textId="29B3F77A" w:rsidR="00FC0689" w:rsidRPr="00DA4325" w:rsidRDefault="00FC0689" w:rsidP="00FC0689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585F7B">
        <w:rPr>
          <w:rFonts w:cs="Arial"/>
          <w:color w:val="000000"/>
        </w:rPr>
        <w:t>Vereador Paulinho dos Condutores.</w:t>
      </w:r>
    </w:p>
    <w:p w14:paraId="7539BA16" w14:textId="1D36884E" w:rsidR="00FC0689" w:rsidRPr="00DA4325" w:rsidRDefault="00FC0689" w:rsidP="00FC0689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585F7B">
        <w:rPr>
          <w:rFonts w:cs="Arial"/>
          <w:color w:val="000000"/>
        </w:rPr>
        <w:t>Dispõe sobre a obrigatoriedade da apresentação de exames cardiológicos por alunos matriculados em academias de ginástica e estabelecimentos similares, no âmbito do Município de Jacareí, e dá outras providências.</w:t>
      </w:r>
    </w:p>
    <w:p w14:paraId="42A4D3B4" w14:textId="289B9C32" w:rsidR="00FC0689" w:rsidRPr="00DA4325" w:rsidRDefault="00FC0689" w:rsidP="00FC0689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7D4FEE">
        <w:rPr>
          <w:rFonts w:cs="Arial"/>
          <w:color w:val="000000"/>
        </w:rPr>
        <w:t>Projeto Retirado da Ordem do Dia, a pedido do autor.</w:t>
      </w:r>
    </w:p>
    <w:p w14:paraId="02888DCB" w14:textId="77777777" w:rsidR="007033B7" w:rsidRDefault="007033B7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64E07AA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F90AC6E" w14:textId="77777777" w:rsidR="00585F7B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PDL nº 6/2025 - Projeto de Decreto Legislativo</w:t>
      </w:r>
    </w:p>
    <w:p w14:paraId="36776F4D" w14:textId="4653D6BF" w:rsidR="00FC0689" w:rsidRDefault="00FC0689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585F7B">
        <w:rPr>
          <w:rFonts w:cs="Arial"/>
          <w:color w:val="000000"/>
        </w:rPr>
        <w:t xml:space="preserve">Vereador </w:t>
      </w:r>
      <w:proofErr w:type="spellStart"/>
      <w:r w:rsidR="00585F7B">
        <w:rPr>
          <w:rFonts w:cs="Arial"/>
          <w:color w:val="000000"/>
        </w:rPr>
        <w:t>Juex</w:t>
      </w:r>
      <w:proofErr w:type="spellEnd"/>
      <w:r w:rsidR="00585F7B">
        <w:rPr>
          <w:rFonts w:cs="Arial"/>
          <w:color w:val="000000"/>
        </w:rPr>
        <w:t xml:space="preserve"> Almeida.</w:t>
      </w:r>
    </w:p>
    <w:p w14:paraId="1EF5BB4F" w14:textId="1F62DFC1" w:rsidR="00FC0689" w:rsidRDefault="00FC0689" w:rsidP="00FC0689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585F7B">
        <w:rPr>
          <w:rFonts w:cs="Arial"/>
          <w:color w:val="000000"/>
        </w:rPr>
        <w:t>Dispõe sobre a instituição do "Selo Empresa do Futuro" no âmbito da Câmara Municipal de Jacareí, destinado a reconhecer empresas que se destacarem em boas práticas de inovação, sustentabilidade, proteção de dados e responsabilidade social.</w:t>
      </w:r>
    </w:p>
    <w:p w14:paraId="720FB60E" w14:textId="6560AB24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lastRenderedPageBreak/>
        <w:t>Resultado</w:t>
      </w:r>
      <w:r w:rsidRPr="00DA4325">
        <w:rPr>
          <w:rFonts w:cs="Arial"/>
          <w:color w:val="000000"/>
        </w:rPr>
        <w:t xml:space="preserve">: </w:t>
      </w:r>
      <w:r w:rsidR="002205AA">
        <w:rPr>
          <w:rFonts w:cs="Arial"/>
          <w:color w:val="000000"/>
        </w:rPr>
        <w:t>Projeto Aprovado.</w:t>
      </w:r>
    </w:p>
    <w:p w14:paraId="7B86F0E9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93047E8" w14:textId="77777777" w:rsidR="00FC0689" w:rsidRDefault="00FC0689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536E24A" w14:textId="77777777" w:rsidR="00585F7B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Primeira discussão do PLE nº 36/2025 - Projeto de Lei do Executivo</w:t>
      </w:r>
    </w:p>
    <w:p w14:paraId="072F2762" w14:textId="168416F2" w:rsidR="00585F7B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>: Prefeito Municipal Celso Florêncio de Souza.</w:t>
      </w:r>
    </w:p>
    <w:p w14:paraId="3706999E" w14:textId="174AD9E4" w:rsidR="00585F7B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>: Dispõe sobre o Plano Plurianual do Município de Jacareí, para o período de 2026/2029.</w:t>
      </w:r>
    </w:p>
    <w:p w14:paraId="13401306" w14:textId="592AF1CB" w:rsidR="00585F7B" w:rsidRPr="00DA4325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3C22ED">
        <w:rPr>
          <w:rFonts w:cs="Arial"/>
          <w:color w:val="000000"/>
        </w:rPr>
        <w:t>Projeto Aprovado, em primeira votação.</w:t>
      </w:r>
    </w:p>
    <w:p w14:paraId="3C434F58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D47C86B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35A70D9" w14:textId="77777777" w:rsidR="00585F7B" w:rsidRDefault="00585F7B" w:rsidP="00585F7B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PR nº 2/2025 - Projeto de Resolução</w:t>
      </w:r>
    </w:p>
    <w:p w14:paraId="3FCEED47" w14:textId="5816745E" w:rsidR="00585F7B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>: Vereadores Paulinho do Esporte, Maria Amélia e Jean Araújo (Mesa Diretora).</w:t>
      </w:r>
    </w:p>
    <w:p w14:paraId="007193A4" w14:textId="3D83365E" w:rsidR="00585F7B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>: Altera a Resolução nº 745/2022 - Regimento Interno da Câmara Municipal de Jacareí, nos termos que especifica.</w:t>
      </w:r>
    </w:p>
    <w:p w14:paraId="20399BB3" w14:textId="6B7FE1C3" w:rsidR="00585F7B" w:rsidRPr="00DA4325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474D1E">
        <w:rPr>
          <w:rFonts w:cs="Arial"/>
          <w:color w:val="000000"/>
        </w:rPr>
        <w:t>Projeto Aprovado</w:t>
      </w:r>
      <w:r w:rsidR="00474D1E">
        <w:rPr>
          <w:rFonts w:cs="Arial"/>
          <w:color w:val="000000"/>
        </w:rPr>
        <w:t>.</w:t>
      </w:r>
      <w:bookmarkStart w:id="0" w:name="_GoBack"/>
      <w:bookmarkEnd w:id="0"/>
    </w:p>
    <w:p w14:paraId="7CD79266" w14:textId="77777777" w:rsidR="00585F7B" w:rsidRDefault="00585F7B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39BACDB" w14:textId="77777777" w:rsidR="006E3E9B" w:rsidRDefault="006E3E9B" w:rsidP="0016238A">
      <w:pPr>
        <w:jc w:val="right"/>
        <w:rPr>
          <w:rFonts w:cs="Arial"/>
          <w:b/>
          <w:sz w:val="23"/>
          <w:szCs w:val="23"/>
        </w:rPr>
      </w:pPr>
    </w:p>
    <w:p w14:paraId="242BE5C9" w14:textId="77777777" w:rsidR="00FC0689" w:rsidRPr="003162A7" w:rsidRDefault="00FC0689" w:rsidP="0016238A">
      <w:pPr>
        <w:jc w:val="right"/>
        <w:rPr>
          <w:rFonts w:cs="Arial"/>
          <w:b/>
          <w:sz w:val="23"/>
          <w:szCs w:val="23"/>
        </w:rPr>
      </w:pPr>
    </w:p>
    <w:p w14:paraId="7D463826" w14:textId="77777777" w:rsidR="00FA3610" w:rsidRPr="00DA4325" w:rsidRDefault="00FA3610" w:rsidP="0016238A">
      <w:pPr>
        <w:jc w:val="right"/>
        <w:rPr>
          <w:rFonts w:cs="Arial"/>
          <w:b/>
        </w:rPr>
      </w:pPr>
      <w:r w:rsidRPr="00DA4325">
        <w:rPr>
          <w:rFonts w:cs="Arial"/>
          <w:b/>
        </w:rPr>
        <w:t>Felipe Santos de Lima</w:t>
      </w:r>
    </w:p>
    <w:p w14:paraId="4D54D9CD" w14:textId="3375B833" w:rsidR="00FA3610" w:rsidRPr="00DA4325" w:rsidRDefault="00FA3610" w:rsidP="0016238A">
      <w:pPr>
        <w:jc w:val="right"/>
        <w:rPr>
          <w:rFonts w:cs="Arial"/>
        </w:rPr>
      </w:pPr>
      <w:r w:rsidRPr="00DA4325">
        <w:rPr>
          <w:rFonts w:cs="Arial"/>
        </w:rPr>
        <w:t>Secretário-Diretor Legislativo</w:t>
      </w:r>
    </w:p>
    <w:sectPr w:rsidR="00FA3610" w:rsidRPr="00DA4325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5B17D20E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585F7B">
      <w:rPr>
        <w:rFonts w:cs="Arial"/>
        <w:b/>
        <w:sz w:val="20"/>
        <w:szCs w:val="20"/>
        <w:u w:val="single"/>
      </w:rPr>
      <w:t>37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585F7B">
      <w:rPr>
        <w:rFonts w:cs="Arial"/>
        <w:b/>
        <w:sz w:val="20"/>
        <w:szCs w:val="20"/>
        <w:u w:val="single"/>
      </w:rPr>
      <w:t>19</w:t>
    </w:r>
    <w:r w:rsidR="000C342E">
      <w:rPr>
        <w:rFonts w:cs="Arial"/>
        <w:b/>
        <w:sz w:val="20"/>
        <w:szCs w:val="20"/>
        <w:u w:val="single"/>
      </w:rPr>
      <w:t>/</w:t>
    </w:r>
    <w:r w:rsidR="007A662A">
      <w:rPr>
        <w:rFonts w:cs="Arial"/>
        <w:b/>
        <w:sz w:val="20"/>
        <w:szCs w:val="20"/>
        <w:u w:val="single"/>
      </w:rPr>
      <w:t>11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4948C5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4948C5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25CF9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590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1A58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1F7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03CC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45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67FCF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5E8"/>
    <w:rsid w:val="001C2795"/>
    <w:rsid w:val="001C2AD6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2BE9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5AA"/>
    <w:rsid w:val="00220E13"/>
    <w:rsid w:val="00220EAA"/>
    <w:rsid w:val="00221015"/>
    <w:rsid w:val="00221C1E"/>
    <w:rsid w:val="00222A3B"/>
    <w:rsid w:val="00222D66"/>
    <w:rsid w:val="002266A3"/>
    <w:rsid w:val="00226F64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58C9"/>
    <w:rsid w:val="002772CD"/>
    <w:rsid w:val="00277923"/>
    <w:rsid w:val="00280188"/>
    <w:rsid w:val="002845D9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AC3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2A7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56627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0116"/>
    <w:rsid w:val="003C22ED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4D1E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8C5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19D8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5F7B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0E1E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3AE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36C1"/>
    <w:rsid w:val="006554FC"/>
    <w:rsid w:val="0065589E"/>
    <w:rsid w:val="00660BA7"/>
    <w:rsid w:val="00662A98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33B7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455E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384E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62A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282A"/>
    <w:rsid w:val="007D4FEE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6AC3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194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BE7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2E4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75904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867"/>
    <w:rsid w:val="00A86AFE"/>
    <w:rsid w:val="00A904DC"/>
    <w:rsid w:val="00A916D3"/>
    <w:rsid w:val="00A92173"/>
    <w:rsid w:val="00A92DCE"/>
    <w:rsid w:val="00A92F2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94C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5E08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179A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4831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0914"/>
    <w:rsid w:val="00C72229"/>
    <w:rsid w:val="00C72A3F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8664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5F8A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67BC2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1B97"/>
    <w:rsid w:val="00DA3558"/>
    <w:rsid w:val="00DA4036"/>
    <w:rsid w:val="00DA4325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3682"/>
    <w:rsid w:val="00DD5A1E"/>
    <w:rsid w:val="00DD693B"/>
    <w:rsid w:val="00DD6CD7"/>
    <w:rsid w:val="00DE10D4"/>
    <w:rsid w:val="00DE1550"/>
    <w:rsid w:val="00DE1806"/>
    <w:rsid w:val="00DE1A5F"/>
    <w:rsid w:val="00DE3565"/>
    <w:rsid w:val="00DE409D"/>
    <w:rsid w:val="00DE4722"/>
    <w:rsid w:val="00DE4E17"/>
    <w:rsid w:val="00DE4E49"/>
    <w:rsid w:val="00DE4FAB"/>
    <w:rsid w:val="00DE6AD0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954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894"/>
    <w:rsid w:val="00E20E69"/>
    <w:rsid w:val="00E22EDD"/>
    <w:rsid w:val="00E24FC9"/>
    <w:rsid w:val="00E26F05"/>
    <w:rsid w:val="00E3025E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319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4891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152F7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202"/>
    <w:rsid w:val="00F433D1"/>
    <w:rsid w:val="00F43968"/>
    <w:rsid w:val="00F4444D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385D"/>
    <w:rsid w:val="00FB7503"/>
    <w:rsid w:val="00FB7A69"/>
    <w:rsid w:val="00FC068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0F93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53601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6C1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1F1D9-BE0A-49A7-B170-5BA33026F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</Template>
  <TotalTime>435</TotalTime>
  <Pages>2</Pages>
  <Words>439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User</cp:lastModifiedBy>
  <cp:revision>49</cp:revision>
  <cp:lastPrinted>2025-11-19T19:20:00Z</cp:lastPrinted>
  <dcterms:created xsi:type="dcterms:W3CDTF">2025-10-22T15:41:00Z</dcterms:created>
  <dcterms:modified xsi:type="dcterms:W3CDTF">2025-11-19T19:20:00Z</dcterms:modified>
</cp:coreProperties>
</file>